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21" w:rsidRDefault="00C845FD" w:rsidP="009C5306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-104775</wp:posOffset>
                </wp:positionV>
                <wp:extent cx="6789420" cy="800100"/>
                <wp:effectExtent l="1905" t="0" r="0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9420" cy="800100"/>
                          <a:chOff x="753" y="555"/>
                          <a:chExt cx="10152" cy="1260"/>
                        </a:xfrm>
                      </wpg:grpSpPr>
                      <wpg:grpSp>
                        <wpg:cNvPr id="2" name="Group 20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3794" w:rsidRPr="0021511C" w:rsidRDefault="008A3794" w:rsidP="00C43A21">
                                <w:pPr>
                                  <w:tabs>
                                    <w:tab w:val="right" w:pos="5580"/>
                                    <w:tab w:val="right" w:pos="963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fldSimple w:instr=" FILENAME   \* MERGEFORMAT ">
                                  <w:r>
                                    <w:rPr>
                                      <w:noProof/>
                                    </w:rPr>
                                    <w:t>HW51_TriangleMissingAngles</w:t>
                                  </w:r>
                                </w:fldSimple>
                                <w:r w:rsidR="009532DA">
                                  <w:rPr>
                                    <w:noProof/>
                                  </w:rPr>
                                  <w:t>.FormA</w:t>
                                </w:r>
                              </w:p>
                              <w:p w:rsidR="008A3794" w:rsidRPr="00311F19" w:rsidRDefault="008A3794" w:rsidP="00C43A21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Tiénou-Gustafson, Mr. Bielmeier</w:t>
                                </w:r>
                              </w:p>
                              <w:p w:rsidR="008A3794" w:rsidRPr="0021511C" w:rsidRDefault="008A3794" w:rsidP="00C43A21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8A3794" w:rsidRPr="0021511C" w:rsidRDefault="008A3794" w:rsidP="00C43A21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u w:val="single"/>
                                  </w:rPr>
                                  <w:t>Thur</w:t>
                                </w:r>
                                <w:proofErr w:type="spellEnd"/>
                                <w:r>
                                  <w:rPr>
                                    <w:u w:val="single"/>
                                  </w:rPr>
                                  <w:t>, Nov 6,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8A3794" w:rsidRPr="001B09FE" w:rsidRDefault="008A3794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8A3794" w:rsidRPr="001B09FE" w:rsidRDefault="008A3794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Picture 23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.65pt;margin-top:-8.25pt;width:534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">
                <v:group id="Group 20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21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  <v:textbox>
                      <w:txbxContent>
                        <w:p w:rsidR="008A3794" w:rsidRPr="0021511C" w:rsidRDefault="008A3794" w:rsidP="00C43A21">
                          <w:pPr>
                            <w:tabs>
                              <w:tab w:val="right" w:pos="5580"/>
                              <w:tab w:val="right" w:pos="963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fldSimple w:instr=" FILENAME   \* MERGEFORMAT ">
                            <w:r>
                              <w:rPr>
                                <w:noProof/>
                              </w:rPr>
                              <w:t>HW51_TriangleMissingAngles</w:t>
                            </w:r>
                          </w:fldSimple>
                          <w:r w:rsidR="009532DA">
                            <w:rPr>
                              <w:noProof/>
                            </w:rPr>
                            <w:t>.FormA</w:t>
                          </w:r>
                        </w:p>
                        <w:p w:rsidR="008A3794" w:rsidRPr="00311F19" w:rsidRDefault="008A3794" w:rsidP="00C43A21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Tiénou-Gustafson, Mr. Bielmeier</w:t>
                          </w:r>
                        </w:p>
                        <w:p w:rsidR="008A3794" w:rsidRPr="0021511C" w:rsidRDefault="008A3794" w:rsidP="00C43A21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8A3794" w:rsidRPr="0021511C" w:rsidRDefault="008A3794" w:rsidP="00C43A21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u w:val="single"/>
                            </w:rPr>
                            <w:t>Thur</w:t>
                          </w:r>
                          <w:proofErr w:type="spellEnd"/>
                          <w:r>
                            <w:rPr>
                              <w:u w:val="single"/>
                            </w:rPr>
                            <w:t>, Nov 6,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22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Z/sIA&#10;AADaAAAADwAAAGRycy9kb3ducmV2LnhtbESPQWvCQBSE7wX/w/KEXkrdKLbWNKuIUOo1sYjHR/Y1&#10;Cdl9G7Ibjf/eLQg9DjPzDZNtR2vEhXrfOFYwnyUgiEunG64U/By/Xj9A+ICs0TgmBTfysN1MnjJM&#10;tbtyTpciVCJC2KeooA6hS6X0ZU0W/cx1xNH7db3FEGVfSd3jNcKtkYskeZcWG44LNXa0r6lsi8Eq&#10;kKfhPOTLZWuK8JKvz2b9/dZppZ6n4+4TRKAx/Icf7YNWsIK/K/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tn+wgAAANoAAAAPAAAAAAAAAAAAAAAAAJgCAABkcnMvZG93&#10;bnJldi54bWxQSwUGAAAAAAQABAD1AAAAhwMAAAAA&#10;">
                    <v:shadow on="t"/>
                    <v:textbox inset=",0,,0">
                      <w:txbxContent>
                        <w:p w:rsidR="008A3794" w:rsidRPr="001B09FE" w:rsidRDefault="008A3794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8A3794" w:rsidRPr="001B09FE" w:rsidRDefault="008A3794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20hvCAAAA2gAAAA8AAABkcnMvZG93bnJldi54bWxEj8FuwjAQRO+V+AdrkXorNhShJsUgVFTB&#10;sYR+wCrexmnjdRo7If17jFSJ42hm3mjW29E1YqAu1J41zGcKBHHpTc2Vhs/z+9MLiBCRDTaeScMf&#10;BdhuJg9rzI2/8ImGIlYiQTjkqMHG2OZShtKSwzDzLXHyvnznMCbZVdJ0eElw18iFUivpsOa0YLGl&#10;N0vlT9E7DUNvMkW2f/5e7t3H4bBaFr/qqPXjdNy9gog0xnv4v300GjK4XUk3QG6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ttIbwgAAANoAAAAPAAAAAAAAAAAAAAAAAJ8C&#10;AABkcnMvZG93bnJldi54bWxQSwUGAAAAAAQABAD3AAAAjgMAAAAA&#10;">
                  <v:imagedata r:id="rId9" o:title="El Mate Vive"/>
                </v:shape>
              </v:group>
            </w:pict>
          </mc:Fallback>
        </mc:AlternateConten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9C5306">
      <w:pPr>
        <w:outlineLvl w:val="0"/>
        <w:rPr>
          <w:rFonts w:ascii="Calibri" w:hAnsi="Calibri" w:cs="Cambria"/>
          <w:b/>
          <w:i/>
          <w:sz w:val="22"/>
          <w:u w:val="single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11072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4"/>
        <w:gridCol w:w="5508"/>
      </w:tblGrid>
      <w:tr w:rsidR="00E137A1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C845FD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="00E137A1" w:rsidRPr="00B3256E">
              <w:rPr>
                <w:rFonts w:ascii="Calibri" w:hAnsi="Calibri" w:cs="Arial"/>
              </w:rPr>
              <w:t>) What is the value of z in the picture below?</w:t>
            </w:r>
          </w:p>
          <w:p w:rsidR="00E137A1" w:rsidRDefault="00B841DD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</w:rPr>
              <w:object w:dxaOrig="3225" w:dyaOrig="3240">
                <v:shape id="_x0000_i1025" type="#_x0000_t75" style="width:114pt;height:115.5pt" o:ole="">
                  <v:imagedata r:id="rId10" o:title=""/>
                </v:shape>
                <o:OLEObject Type="Embed" ProgID="PBrush" ShapeID="_x0000_i1025" DrawAspect="Content" ObjectID="_1476627286" r:id="rId11"/>
              </w:object>
            </w:r>
          </w:p>
          <w:p w:rsidR="00E137A1" w:rsidRDefault="00E137A1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3256E" w:rsidRDefault="00C845F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B841DD" w:rsidRPr="00B3256E">
              <w:rPr>
                <w:rFonts w:ascii="Calibri" w:hAnsi="Calibri" w:cs="Arial"/>
              </w:rPr>
              <w:t>) Solve for x:</w:t>
            </w:r>
          </w:p>
          <w:p w:rsid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620873" cy="1118631"/>
                  <wp:effectExtent l="19050" t="0" r="0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286" b="2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392" cy="1117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37A1" w:rsidRPr="00B3256E" w:rsidRDefault="00E137A1" w:rsidP="008A3794">
            <w:pPr>
              <w:rPr>
                <w:rFonts w:ascii="Calibri" w:hAnsi="Calibri" w:cs="Arial"/>
              </w:rPr>
            </w:pPr>
          </w:p>
        </w:tc>
      </w:tr>
      <w:tr w:rsidR="00E137A1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031CE9" w:rsidP="00B841D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B841DD" w:rsidRPr="00B3256E">
              <w:rPr>
                <w:rFonts w:ascii="Calibri" w:hAnsi="Calibri" w:cs="Arial"/>
              </w:rPr>
              <w:t xml:space="preserve">) </w:t>
            </w:r>
            <w:r w:rsidRPr="00DB0204">
              <w:rPr>
                <w:rFonts w:ascii="Calibri" w:hAnsi="Calibri" w:cs="Calibri"/>
                <w:sz w:val="22"/>
                <w:szCs w:val="22"/>
              </w:rPr>
              <w:t>Find the angle measure A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B841DD" w:rsidRPr="00B3256E" w:rsidRDefault="00B841DD" w:rsidP="00B841DD">
            <w:pPr>
              <w:rPr>
                <w:rFonts w:ascii="Calibri" w:hAnsi="Calibri" w:cs="Arial"/>
              </w:rPr>
            </w:pPr>
          </w:p>
          <w:p w:rsidR="00B841DD" w:rsidRDefault="00031CE9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5A53715" wp14:editId="7E3EEB1B">
                  <wp:extent cx="1282700" cy="1247140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61559" b="19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24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Default="00B841DD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E137A1" w:rsidRPr="00B3256E" w:rsidRDefault="00E137A1" w:rsidP="008A3794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A1" w:rsidRPr="00B3256E" w:rsidRDefault="00031CE9" w:rsidP="008A379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</w:t>
            </w:r>
            <w:r w:rsidR="00E137A1" w:rsidRPr="00B3256E">
              <w:rPr>
                <w:rFonts w:ascii="Calibri" w:hAnsi="Calibri" w:cs="Arial"/>
              </w:rPr>
              <w:t>) Solve for x:</w:t>
            </w:r>
          </w:p>
          <w:p w:rsidR="00E137A1" w:rsidRPr="00B3256E" w:rsidRDefault="00E137A1" w:rsidP="008A3794">
            <w:pPr>
              <w:rPr>
                <w:rFonts w:ascii="Calibri" w:hAnsi="Calibri" w:cs="Arial"/>
              </w:rPr>
            </w:pPr>
            <w:r w:rsidRPr="00B3256E">
              <w:rPr>
                <w:rFonts w:ascii="Calibri" w:hAnsi="Calibri" w:cs="Arial"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255905</wp:posOffset>
                  </wp:positionV>
                  <wp:extent cx="2528561" cy="1353787"/>
                  <wp:effectExtent l="0" t="0" r="5715" b="0"/>
                  <wp:wrapSquare wrapText="bothSides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96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561" cy="135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41DD" w:rsidRPr="00056B16" w:rsidTr="00B841DD">
        <w:tblPrEx>
          <w:tblLook w:val="04A0" w:firstRow="1" w:lastRow="0" w:firstColumn="1" w:lastColumn="0" w:noHBand="0" w:noVBand="1"/>
        </w:tblPrEx>
        <w:tc>
          <w:tcPr>
            <w:tcW w:w="5564" w:type="dxa"/>
            <w:shd w:val="clear" w:color="auto" w:fill="auto"/>
          </w:tcPr>
          <w:p w:rsidR="00B841DD" w:rsidRDefault="00031CE9" w:rsidP="00031C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5) Solve for x:</w:t>
            </w:r>
          </w:p>
          <w:p w:rsidR="00B841DD" w:rsidRDefault="00031CE9" w:rsidP="008A379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F4640EB" wp14:editId="25355269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81915</wp:posOffset>
                  </wp:positionV>
                  <wp:extent cx="1840865" cy="1199515"/>
                  <wp:effectExtent l="0" t="0" r="6985" b="635"/>
                  <wp:wrapSquare wrapText="bothSides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199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841DD" w:rsidRDefault="00B841DD" w:rsidP="008A3794">
            <w:pPr>
              <w:rPr>
                <w:rFonts w:ascii="Calibri" w:hAnsi="Calibri" w:cs="Calibri"/>
              </w:rPr>
            </w:pPr>
          </w:p>
          <w:p w:rsidR="00B841DD" w:rsidRDefault="00B841DD" w:rsidP="008A3794">
            <w:pPr>
              <w:rPr>
                <w:rFonts w:ascii="Calibri" w:hAnsi="Calibri" w:cs="Calibri"/>
              </w:rPr>
            </w:pPr>
          </w:p>
          <w:p w:rsidR="00031CE9" w:rsidRDefault="00031CE9" w:rsidP="008A3794">
            <w:pPr>
              <w:rPr>
                <w:rFonts w:ascii="Calibri" w:hAnsi="Calibri" w:cs="Calibri"/>
              </w:rPr>
            </w:pPr>
          </w:p>
          <w:p w:rsidR="00031CE9" w:rsidRDefault="00031CE9" w:rsidP="008A3794">
            <w:pPr>
              <w:rPr>
                <w:rFonts w:ascii="Calibri" w:hAnsi="Calibri" w:cs="Calibri"/>
              </w:rPr>
            </w:pPr>
          </w:p>
          <w:p w:rsidR="00031CE9" w:rsidRDefault="00031CE9" w:rsidP="008A3794">
            <w:pPr>
              <w:rPr>
                <w:rFonts w:ascii="Calibri" w:hAnsi="Calibri" w:cs="Calibri"/>
              </w:rPr>
            </w:pPr>
          </w:p>
          <w:p w:rsidR="00B841DD" w:rsidRPr="00056B16" w:rsidRDefault="00B841DD" w:rsidP="008A3794">
            <w:pPr>
              <w:rPr>
                <w:rFonts w:ascii="Calibri" w:hAnsi="Calibri" w:cs="Calibri"/>
              </w:rPr>
            </w:pPr>
          </w:p>
          <w:p w:rsidR="00B841DD" w:rsidRPr="00056B16" w:rsidRDefault="00B841DD" w:rsidP="008A3794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</w:t>
            </w:r>
            <w:r w:rsidR="00B841DD" w:rsidRPr="00F071FB">
              <w:rPr>
                <w:rFonts w:ascii="Calibri" w:hAnsi="Calibri" w:cs="Arial"/>
              </w:rPr>
              <w:t xml:space="preserve">) </w:t>
            </w:r>
            <w:r w:rsidRPr="00B841DD">
              <w:rPr>
                <w:rFonts w:ascii="Cambria" w:hAnsi="Cambria"/>
              </w:rPr>
              <w:t>The area of a triangle is 120 ft.2. The base of the triangle is 10 ft. long. What is the height of the triangle?</w:t>
            </w:r>
          </w:p>
          <w:p w:rsidR="00B841DD" w:rsidRPr="00056B16" w:rsidRDefault="00B841DD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</w:tc>
      </w:tr>
      <w:tr w:rsidR="00B841DD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Pr="00BA0876" w:rsidRDefault="00031CE9" w:rsidP="00B841DD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B841DD" w:rsidRPr="00BA0876">
              <w:rPr>
                <w:rFonts w:ascii="Calibri" w:hAnsi="Calibri" w:cs="Calibri"/>
              </w:rPr>
              <w:t xml:space="preserve">) </w:t>
            </w:r>
            <w:r w:rsidRPr="00B841DD">
              <w:rPr>
                <w:rFonts w:ascii="Calibri" w:hAnsi="Calibri" w:cs="Arial"/>
              </w:rPr>
              <w:t>Find the measure of the indicated angle.</w:t>
            </w:r>
          </w:p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B841DD">
              <w:rPr>
                <w:rFonts w:ascii="Calibri" w:hAnsi="Calibri" w:cs="Arial"/>
                <w:noProof/>
              </w:rPr>
              <w:drawing>
                <wp:inline distT="0" distB="0" distL="0" distR="0" wp14:anchorId="3F0FDA2D" wp14:editId="5E31BA73">
                  <wp:extent cx="2410460" cy="1128395"/>
                  <wp:effectExtent l="19050" t="0" r="889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11336" b="1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460" cy="112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D" w:rsidRDefault="00031CE9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</w:t>
            </w:r>
            <w:r w:rsidR="00B841DD" w:rsidRPr="00F071FB">
              <w:rPr>
                <w:rFonts w:ascii="Calibri" w:hAnsi="Calibri" w:cs="Arial"/>
              </w:rPr>
              <w:t>) Find the area of the figure below</w:t>
            </w:r>
            <w:r w:rsidR="00B841DD">
              <w:rPr>
                <w:rFonts w:ascii="Calibri" w:hAnsi="Calibri" w:cs="Arial"/>
              </w:rPr>
              <w:t xml:space="preserve"> </w:t>
            </w:r>
          </w:p>
          <w:p w:rsidR="00B841DD" w:rsidRPr="00F071FB" w:rsidRDefault="00B841DD" w:rsidP="00B841DD">
            <w:pPr>
              <w:tabs>
                <w:tab w:val="left" w:pos="1428"/>
              </w:tabs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ab/>
            </w:r>
          </w:p>
          <w:p w:rsidR="00B841DD" w:rsidRPr="00056B16" w:rsidRDefault="00B841DD" w:rsidP="00B841DD">
            <w:pPr>
              <w:ind w:left="720"/>
              <w:rPr>
                <w:rFonts w:ascii="Cambria" w:hAnsi="Cambria"/>
              </w:rPr>
            </w:pPr>
            <w:r>
              <w:rPr>
                <w:rFonts w:ascii="Calibri" w:hAnsi="Calibri" w:cs="Arial"/>
                <w:noProof/>
              </w:rPr>
              <w:drawing>
                <wp:inline distT="0" distB="0" distL="0" distR="0">
                  <wp:extent cx="1520190" cy="1520190"/>
                  <wp:effectExtent l="0" t="0" r="0" b="0"/>
                  <wp:docPr id="6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1DD" w:rsidRPr="00056B16" w:rsidRDefault="00B841DD" w:rsidP="00B841DD">
            <w:pPr>
              <w:rPr>
                <w:rFonts w:ascii="Calibri" w:hAnsi="Calibri" w:cs="Calibri"/>
              </w:rPr>
            </w:pPr>
          </w:p>
        </w:tc>
      </w:tr>
      <w:tr w:rsidR="00B841DD" w:rsidRPr="00DB0204" w:rsidTr="00031CE9"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625AAB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9</w:t>
            </w:r>
            <w:r w:rsidR="00B841DD" w:rsidRPr="00B841DD">
              <w:rPr>
                <w:rFonts w:ascii="Calibri" w:hAnsi="Calibri" w:cs="Arial"/>
              </w:rPr>
              <w:t xml:space="preserve">) </w:t>
            </w:r>
            <w:r w:rsidRPr="00DB0204">
              <w:rPr>
                <w:rFonts w:ascii="Calibri" w:hAnsi="Calibri" w:cs="Calibri"/>
                <w:noProof/>
                <w:sz w:val="22"/>
                <w:szCs w:val="22"/>
              </w:rPr>
              <w:t>Find the measure of the indicated angle.</w:t>
            </w:r>
          </w:p>
          <w:p w:rsidR="00B841DD" w:rsidRPr="00B841DD" w:rsidRDefault="00B841DD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B841DD" w:rsidRPr="00B841DD" w:rsidRDefault="00625AAB" w:rsidP="00B841DD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12C816" wp14:editId="7192C968">
                  <wp:extent cx="1591310" cy="1080770"/>
                  <wp:effectExtent l="19050" t="0" r="8890" b="0"/>
                  <wp:docPr id="1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35844" b="17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1DD" w:rsidRPr="00B841DD" w:rsidRDefault="00B841DD" w:rsidP="00625AAB">
            <w:pPr>
              <w:rPr>
                <w:rFonts w:ascii="Cambria" w:hAnsi="Cambria"/>
              </w:rPr>
            </w:pPr>
            <w:r w:rsidRPr="00B841DD">
              <w:rPr>
                <w:rFonts w:ascii="Cambria" w:hAnsi="Cambria"/>
              </w:rPr>
              <w:t>1</w:t>
            </w:r>
            <w:r w:rsidR="00625AAB">
              <w:rPr>
                <w:rFonts w:ascii="Cambria" w:hAnsi="Cambria"/>
              </w:rPr>
              <w:t>0</w:t>
            </w:r>
            <w:r w:rsidRPr="00B841DD">
              <w:rPr>
                <w:rFonts w:ascii="Cambria" w:hAnsi="Cambria"/>
              </w:rPr>
              <w:t xml:space="preserve">) </w:t>
            </w:r>
            <w:r w:rsidR="00031CE9" w:rsidRPr="00F071FB">
              <w:rPr>
                <w:rFonts w:ascii="Calibri" w:hAnsi="Calibri" w:cs="Arial"/>
              </w:rPr>
              <w:t xml:space="preserve">The area of a triangle is 578 </w:t>
            </w:r>
            <w:r w:rsidR="00031CE9">
              <w:rPr>
                <w:rFonts w:ascii="Calibri" w:hAnsi="Calibri" w:cs="Arial"/>
              </w:rPr>
              <w:t>cm</w:t>
            </w:r>
            <w:r w:rsidR="00031CE9" w:rsidRPr="00E85EB7">
              <w:rPr>
                <w:rFonts w:ascii="Calibri" w:hAnsi="Calibri" w:cs="Arial"/>
                <w:vertAlign w:val="superscript"/>
              </w:rPr>
              <w:t>2</w:t>
            </w:r>
            <w:r w:rsidR="00031CE9" w:rsidRPr="00F071FB">
              <w:rPr>
                <w:rFonts w:ascii="Calibri" w:hAnsi="Calibri" w:cs="Arial"/>
              </w:rPr>
              <w:t>. Its base is four time the length of its height. Find the height and base of the triangle.</w:t>
            </w:r>
          </w:p>
        </w:tc>
      </w:tr>
      <w:tr w:rsidR="008A3794" w:rsidRPr="00DB0204" w:rsidTr="008A3794">
        <w:tblPrEx>
          <w:tblLook w:val="04A0" w:firstRow="1" w:lastRow="0" w:firstColumn="1" w:lastColumn="0" w:noHBand="0" w:noVBand="1"/>
        </w:tblPrEx>
        <w:trPr>
          <w:trHeight w:val="7901"/>
        </w:trPr>
        <w:tc>
          <w:tcPr>
            <w:tcW w:w="11072" w:type="dxa"/>
            <w:gridSpan w:val="2"/>
            <w:shd w:val="clear" w:color="auto" w:fill="auto"/>
          </w:tcPr>
          <w:p w:rsidR="008A3794" w:rsidRDefault="008A3794" w:rsidP="007D2650">
            <w:pPr>
              <w:spacing w:line="276" w:lineRule="auto"/>
              <w:outlineLvl w:val="0"/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sz w:val="32"/>
                <w:szCs w:val="32"/>
              </w:rPr>
              <w:t>Project: Hand write a rough draft of the following questions</w:t>
            </w:r>
          </w:p>
          <w:p w:rsidR="001F20C2" w:rsidRDefault="008A3794" w:rsidP="001F20C2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>Circles:</w:t>
            </w:r>
            <w:r w:rsidRPr="002965B4">
              <w:rPr>
                <w:rFonts w:ascii="Calibri" w:hAnsi="Calibri" w:cs="Arial"/>
                <w:szCs w:val="32"/>
              </w:rPr>
              <w:t xml:space="preserve"> What appears to be the relationship of the diameter of any circle, regardless of size, to its perimeter? What formula can be derived from your observations?</w:t>
            </w:r>
          </w:p>
          <w:p w:rsidR="008A3794" w:rsidRPr="001F20C2" w:rsidRDefault="006B08FF" w:rsidP="001F20C2">
            <w:pPr>
              <w:pStyle w:val="ListParagraph"/>
              <w:numPr>
                <w:ilvl w:val="1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szCs w:val="32"/>
              </w:rPr>
            </w:pPr>
            <w:r>
              <w:rPr>
                <w:rFonts w:ascii="Calibri" w:hAnsi="Calibri" w:cs="Arial"/>
                <w:szCs w:val="32"/>
              </w:rPr>
              <w:t xml:space="preserve">Take the average of the three values that you found </w:t>
            </w:r>
            <w:proofErr w:type="gramStart"/>
            <w:r>
              <w:rPr>
                <w:rFonts w:ascii="Calibri" w:hAnsi="Calibri" w:cs="Arial"/>
                <w:szCs w:val="32"/>
              </w:rPr>
              <w:t xml:space="preserve">for </w:t>
            </w:r>
            <w:proofErr w:type="gramEnd"/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32"/>
                    </w:rPr>
                    <m:t>perimeter</m:t>
                  </m:r>
                </m:num>
                <m:den>
                  <m:r>
                    <w:rPr>
                      <w:rFonts w:ascii="Cambria Math" w:hAnsi="Cambria Math" w:cs="Arial"/>
                      <w:szCs w:val="32"/>
                    </w:rPr>
                    <m:t>diameter</m:t>
                  </m:r>
                </m:den>
              </m:f>
            </m:oMath>
            <w:r>
              <w:rPr>
                <w:rFonts w:ascii="Calibri" w:hAnsi="Calibri" w:cs="Arial"/>
                <w:szCs w:val="32"/>
              </w:rPr>
              <w:t xml:space="preserve">. </w:t>
            </w:r>
            <w:r w:rsidR="009532DA">
              <w:rPr>
                <w:rFonts w:ascii="Calibri" w:hAnsi="Calibri" w:cs="Arial"/>
                <w:szCs w:val="32"/>
              </w:rPr>
              <w:t xml:space="preserve">If the Circumference of a circle (aka the perimeter) has a formula </w:t>
            </w:r>
            <w:proofErr w:type="gramStart"/>
            <w:r w:rsidR="009532DA">
              <w:rPr>
                <w:rFonts w:ascii="Calibri" w:hAnsi="Calibri" w:cs="Arial"/>
                <w:szCs w:val="32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Arial"/>
                  <w:szCs w:val="32"/>
                </w:rPr>
                <m:t>C=πd</m:t>
              </m:r>
            </m:oMath>
            <w:r w:rsidR="009532DA">
              <w:rPr>
                <w:rFonts w:ascii="Calibri" w:hAnsi="Calibri" w:cs="Arial"/>
                <w:szCs w:val="32"/>
              </w:rPr>
              <w:t>, compare this formula to your findings. (</w:t>
            </w:r>
            <m:oMath>
              <m:r>
                <w:rPr>
                  <w:rFonts w:ascii="Cambria Math" w:hAnsi="Cambria Math" w:cs="Arial"/>
                  <w:szCs w:val="32"/>
                </w:rPr>
                <m:t>π</m:t>
              </m:r>
              <m:r>
                <w:rPr>
                  <w:rFonts w:ascii="Cambria Math" w:hAnsi="Cambria Math" w:cs="Arial"/>
                  <w:szCs w:val="32"/>
                </w:rPr>
                <m:t xml:space="preserve"> </m:t>
              </m:r>
            </m:oMath>
            <w:r w:rsidR="009532DA">
              <w:rPr>
                <w:rFonts w:ascii="Calibri" w:hAnsi="Calibri" w:cs="Arial"/>
                <w:szCs w:val="32"/>
              </w:rPr>
              <w:t>is equal to 3.14159)</w:t>
            </w:r>
            <w:r w:rsidR="008A3794" w:rsidRPr="001F20C2">
              <w:rPr>
                <w:rFonts w:ascii="Calibri" w:hAnsi="Calibri" w:cs="Arial"/>
                <w:szCs w:val="32"/>
              </w:rPr>
              <w:br/>
            </w:r>
            <w:r w:rsidR="009532DA">
              <w:rPr>
                <w:rFonts w:ascii="Calibri" w:hAnsi="Calibri" w:cs="Arial"/>
                <w:szCs w:val="32"/>
              </w:rPr>
              <w:br/>
            </w:r>
            <w:r w:rsidR="009532DA">
              <w:rPr>
                <w:rFonts w:ascii="Calibri" w:hAnsi="Calibri" w:cs="Arial"/>
                <w:szCs w:val="32"/>
              </w:rPr>
              <w:br/>
            </w:r>
            <w:r w:rsidR="008A3794" w:rsidRPr="001F20C2">
              <w:rPr>
                <w:rFonts w:ascii="Calibri" w:hAnsi="Calibri" w:cs="Arial"/>
                <w:szCs w:val="32"/>
              </w:rPr>
              <w:br/>
            </w:r>
            <w:r w:rsidR="008A3794" w:rsidRPr="001F20C2">
              <w:rPr>
                <w:rFonts w:ascii="Calibri" w:hAnsi="Calibri" w:cs="Arial"/>
                <w:szCs w:val="32"/>
              </w:rPr>
              <w:br/>
            </w:r>
            <w:r w:rsidR="008A3794" w:rsidRPr="001F20C2">
              <w:rPr>
                <w:rFonts w:ascii="Calibri" w:hAnsi="Calibri" w:cs="Arial"/>
                <w:szCs w:val="32"/>
              </w:rPr>
              <w:br/>
            </w:r>
          </w:p>
          <w:p w:rsidR="001F20C2" w:rsidRPr="001F20C2" w:rsidRDefault="008A3794" w:rsidP="007D2650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 xml:space="preserve">Rectangles: </w:t>
            </w:r>
            <w:r w:rsidRPr="002965B4">
              <w:rPr>
                <w:rFonts w:ascii="Calibri" w:hAnsi="Calibri" w:cs="Arial"/>
                <w:szCs w:val="32"/>
              </w:rPr>
              <w:t>Is there a relationship between perimeter and area of a rectangle? If so, what is it? If not, what characteristic(s) product(s) the greatest area for a rectangle of any given perimeter?</w:t>
            </w:r>
          </w:p>
          <w:p w:rsidR="008A3794" w:rsidRPr="002965B4" w:rsidRDefault="00D66333" w:rsidP="001F20C2">
            <w:pPr>
              <w:pStyle w:val="ListParagraph"/>
              <w:numPr>
                <w:ilvl w:val="1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>
              <w:rPr>
                <w:rFonts w:ascii="Calibri" w:hAnsi="Calibri" w:cs="Arial"/>
                <w:szCs w:val="32"/>
              </w:rPr>
              <w:t>If all the rectangles have the same perimeter what causes them to have different areas? Pay close attention to the side lengths and reference them in your explanation.</w:t>
            </w:r>
            <w:r w:rsidR="008A3794" w:rsidRPr="002965B4">
              <w:rPr>
                <w:rFonts w:ascii="Calibri" w:hAnsi="Calibri" w:cs="Arial"/>
                <w:szCs w:val="32"/>
              </w:rPr>
              <w:br/>
            </w:r>
            <w:r w:rsidR="001F20C2">
              <w:rPr>
                <w:rFonts w:ascii="Calibri" w:hAnsi="Calibri" w:cs="Arial"/>
                <w:szCs w:val="32"/>
              </w:rPr>
              <w:br/>
            </w:r>
            <w:r w:rsidR="001F20C2">
              <w:rPr>
                <w:rFonts w:ascii="Calibri" w:hAnsi="Calibri" w:cs="Arial"/>
                <w:szCs w:val="32"/>
              </w:rPr>
              <w:br/>
            </w:r>
            <w:r>
              <w:rPr>
                <w:rFonts w:ascii="Calibri" w:hAnsi="Calibri" w:cs="Arial"/>
                <w:szCs w:val="32"/>
              </w:rPr>
              <w:br/>
            </w:r>
            <w:r w:rsidR="001F20C2">
              <w:rPr>
                <w:rFonts w:ascii="Calibri" w:hAnsi="Calibri" w:cs="Arial"/>
                <w:szCs w:val="32"/>
              </w:rPr>
              <w:br/>
            </w:r>
            <w:r w:rsidR="008A3794" w:rsidRPr="002965B4">
              <w:rPr>
                <w:rFonts w:ascii="Calibri" w:hAnsi="Calibri" w:cs="Arial"/>
                <w:szCs w:val="32"/>
              </w:rPr>
              <w:br/>
            </w:r>
          </w:p>
          <w:p w:rsidR="008A3794" w:rsidRPr="001F20C2" w:rsidRDefault="008A3794" w:rsidP="007D2650">
            <w:pPr>
              <w:pStyle w:val="ListParagraph"/>
              <w:numPr>
                <w:ilvl w:val="0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 w:rsidRPr="002965B4">
              <w:rPr>
                <w:rFonts w:ascii="Calibri" w:hAnsi="Calibri" w:cs="Arial"/>
                <w:b/>
                <w:szCs w:val="32"/>
              </w:rPr>
              <w:t xml:space="preserve">Triangle: </w:t>
            </w:r>
            <w:r w:rsidRPr="002965B4">
              <w:rPr>
                <w:rFonts w:ascii="Calibri" w:hAnsi="Calibri" w:cs="Arial"/>
                <w:szCs w:val="32"/>
              </w:rPr>
              <w:t>Is there a relationship between perimeter and area of a triangle? If so what is it? If not, what characteristic(s) product(s) the greatest area for a triangle of any given perimeter?</w:t>
            </w:r>
          </w:p>
          <w:p w:rsidR="001F20C2" w:rsidRPr="002965B4" w:rsidRDefault="00D66333" w:rsidP="001F20C2">
            <w:pPr>
              <w:pStyle w:val="ListParagraph"/>
              <w:numPr>
                <w:ilvl w:val="1"/>
                <w:numId w:val="27"/>
              </w:numPr>
              <w:spacing w:line="276" w:lineRule="auto"/>
              <w:outlineLvl w:val="0"/>
              <w:rPr>
                <w:rFonts w:ascii="Calibri" w:hAnsi="Calibri" w:cs="Arial"/>
                <w:b/>
                <w:szCs w:val="32"/>
              </w:rPr>
            </w:pPr>
            <w:r>
              <w:rPr>
                <w:rFonts w:ascii="Calibri" w:hAnsi="Calibri" w:cs="Arial"/>
                <w:szCs w:val="32"/>
              </w:rPr>
              <w:t xml:space="preserve">If all the </w:t>
            </w:r>
            <w:r>
              <w:rPr>
                <w:rFonts w:ascii="Calibri" w:hAnsi="Calibri" w:cs="Arial"/>
                <w:szCs w:val="32"/>
              </w:rPr>
              <w:t>triangles</w:t>
            </w:r>
            <w:r>
              <w:rPr>
                <w:rFonts w:ascii="Calibri" w:hAnsi="Calibri" w:cs="Arial"/>
                <w:szCs w:val="32"/>
              </w:rPr>
              <w:t xml:space="preserve"> have the same perimeter what causes them to have different areas? Pay clos</w:t>
            </w:r>
            <w:r>
              <w:rPr>
                <w:rFonts w:ascii="Calibri" w:hAnsi="Calibri" w:cs="Arial"/>
                <w:szCs w:val="32"/>
              </w:rPr>
              <w:t>e attention to which type of triangle has the greatest area and which type has the smallest, then</w:t>
            </w:r>
            <w:r>
              <w:rPr>
                <w:rFonts w:ascii="Calibri" w:hAnsi="Calibri" w:cs="Arial"/>
                <w:szCs w:val="32"/>
              </w:rPr>
              <w:t xml:space="preserve"> reference them in your explanation.</w:t>
            </w:r>
          </w:p>
          <w:p w:rsidR="008A3794" w:rsidRDefault="008A3794" w:rsidP="00625AAB">
            <w:pPr>
              <w:spacing w:line="276" w:lineRule="auto"/>
              <w:outlineLvl w:val="0"/>
              <w:rPr>
                <w:rFonts w:ascii="Calibri" w:hAnsi="Calibri" w:cs="Arial"/>
                <w:sz w:val="22"/>
                <w:szCs w:val="22"/>
              </w:rPr>
            </w:pPr>
          </w:p>
          <w:p w:rsidR="001F20C2" w:rsidRDefault="00D66333" w:rsidP="002965B4">
            <w:pPr>
              <w:spacing w:line="276" w:lineRule="auto"/>
              <w:outlineLvl w:val="0"/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br/>
            </w:r>
            <w:r>
              <w:rPr>
                <w:rFonts w:ascii="Calibri" w:hAnsi="Calibri" w:cs="Arial"/>
                <w:sz w:val="22"/>
                <w:szCs w:val="22"/>
              </w:rPr>
              <w:br/>
            </w:r>
            <w:r>
              <w:rPr>
                <w:rFonts w:ascii="Calibri" w:hAnsi="Calibri" w:cs="Cambria"/>
                <w:sz w:val="22"/>
                <w:szCs w:val="22"/>
              </w:rPr>
              <w:br/>
            </w:r>
            <w:r>
              <w:rPr>
                <w:rFonts w:ascii="Calibri" w:hAnsi="Calibri" w:cs="Cambria"/>
                <w:sz w:val="22"/>
                <w:szCs w:val="22"/>
              </w:rPr>
              <w:br/>
            </w:r>
            <w:bookmarkStart w:id="0" w:name="_GoBack"/>
            <w:bookmarkEnd w:id="0"/>
          </w:p>
          <w:p w:rsidR="001F20C2" w:rsidRPr="00DB0204" w:rsidRDefault="001F20C2" w:rsidP="002965B4">
            <w:pPr>
              <w:spacing w:line="276" w:lineRule="auto"/>
              <w:outlineLvl w:val="0"/>
              <w:rPr>
                <w:rFonts w:ascii="Calibri" w:hAnsi="Calibri" w:cs="Cambria"/>
                <w:sz w:val="22"/>
                <w:szCs w:val="22"/>
              </w:rPr>
            </w:pPr>
          </w:p>
        </w:tc>
      </w:tr>
    </w:tbl>
    <w:p w:rsidR="00E137A1" w:rsidRPr="00B841DD" w:rsidRDefault="00E137A1" w:rsidP="009C5306">
      <w:pPr>
        <w:outlineLvl w:val="0"/>
        <w:rPr>
          <w:rFonts w:ascii="Calibri" w:hAnsi="Calibri" w:cs="Cambria"/>
          <w:sz w:val="8"/>
        </w:rPr>
      </w:pPr>
    </w:p>
    <w:sectPr w:rsidR="00E137A1" w:rsidRPr="00B841DD" w:rsidSect="009C5306">
      <w:footerReference w:type="default" r:id="rId1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D64" w:rsidRDefault="00DA2D64">
      <w:r>
        <w:separator/>
      </w:r>
    </w:p>
  </w:endnote>
  <w:endnote w:type="continuationSeparator" w:id="0">
    <w:p w:rsidR="00DA2D64" w:rsidRDefault="00DA2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794" w:rsidRPr="00C43A21" w:rsidRDefault="008A3794" w:rsidP="00C43A21">
    <w:pPr>
      <w:pStyle w:val="Footer"/>
      <w:jc w:val="center"/>
    </w:pPr>
    <w:r>
      <w:rPr>
        <w:noProof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D64" w:rsidRDefault="00DA2D64">
      <w:r>
        <w:separator/>
      </w:r>
    </w:p>
  </w:footnote>
  <w:footnote w:type="continuationSeparator" w:id="0">
    <w:p w:rsidR="00DA2D64" w:rsidRDefault="00DA2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86658B"/>
    <w:multiLevelType w:val="hybridMultilevel"/>
    <w:tmpl w:val="0C2AE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85B2E"/>
    <w:multiLevelType w:val="hybridMultilevel"/>
    <w:tmpl w:val="7D08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4"/>
  </w:num>
  <w:num w:numId="4">
    <w:abstractNumId w:val="10"/>
  </w:num>
  <w:num w:numId="5">
    <w:abstractNumId w:val="17"/>
  </w:num>
  <w:num w:numId="6">
    <w:abstractNumId w:val="14"/>
  </w:num>
  <w:num w:numId="7">
    <w:abstractNumId w:val="3"/>
  </w:num>
  <w:num w:numId="8">
    <w:abstractNumId w:val="8"/>
  </w:num>
  <w:num w:numId="9">
    <w:abstractNumId w:val="25"/>
  </w:num>
  <w:num w:numId="10">
    <w:abstractNumId w:val="19"/>
  </w:num>
  <w:num w:numId="11">
    <w:abstractNumId w:val="21"/>
  </w:num>
  <w:num w:numId="12">
    <w:abstractNumId w:val="6"/>
  </w:num>
  <w:num w:numId="13">
    <w:abstractNumId w:val="1"/>
  </w:num>
  <w:num w:numId="14">
    <w:abstractNumId w:val="23"/>
  </w:num>
  <w:num w:numId="15">
    <w:abstractNumId w:val="12"/>
  </w:num>
  <w:num w:numId="16">
    <w:abstractNumId w:val="20"/>
  </w:num>
  <w:num w:numId="17">
    <w:abstractNumId w:val="16"/>
  </w:num>
  <w:num w:numId="18">
    <w:abstractNumId w:val="2"/>
  </w:num>
  <w:num w:numId="19">
    <w:abstractNumId w:val="13"/>
  </w:num>
  <w:num w:numId="20">
    <w:abstractNumId w:val="26"/>
  </w:num>
  <w:num w:numId="21">
    <w:abstractNumId w:val="5"/>
  </w:num>
  <w:num w:numId="22">
    <w:abstractNumId w:val="0"/>
  </w:num>
  <w:num w:numId="23">
    <w:abstractNumId w:val="18"/>
  </w:num>
  <w:num w:numId="24">
    <w:abstractNumId w:val="4"/>
  </w:num>
  <w:num w:numId="25">
    <w:abstractNumId w:val="22"/>
  </w:num>
  <w:num w:numId="26">
    <w:abstractNumId w:val="15"/>
  </w:num>
  <w:num w:numId="2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7768"/>
    <w:rsid w:val="00031CE9"/>
    <w:rsid w:val="00056B16"/>
    <w:rsid w:val="0006180B"/>
    <w:rsid w:val="00092323"/>
    <w:rsid w:val="000A2A5F"/>
    <w:rsid w:val="001238FF"/>
    <w:rsid w:val="00193AA0"/>
    <w:rsid w:val="001C2A6E"/>
    <w:rsid w:val="001F20C2"/>
    <w:rsid w:val="002965B4"/>
    <w:rsid w:val="002F5CA4"/>
    <w:rsid w:val="003235A4"/>
    <w:rsid w:val="00356710"/>
    <w:rsid w:val="003744C6"/>
    <w:rsid w:val="0045307A"/>
    <w:rsid w:val="004E1D65"/>
    <w:rsid w:val="004F4694"/>
    <w:rsid w:val="004F4892"/>
    <w:rsid w:val="00524264"/>
    <w:rsid w:val="005679BC"/>
    <w:rsid w:val="00591002"/>
    <w:rsid w:val="005946EF"/>
    <w:rsid w:val="005D7A8D"/>
    <w:rsid w:val="006053F8"/>
    <w:rsid w:val="00625AAB"/>
    <w:rsid w:val="006B08FF"/>
    <w:rsid w:val="00772BAB"/>
    <w:rsid w:val="007817D7"/>
    <w:rsid w:val="007D2650"/>
    <w:rsid w:val="007D62A8"/>
    <w:rsid w:val="00817EE1"/>
    <w:rsid w:val="00876E15"/>
    <w:rsid w:val="008A2125"/>
    <w:rsid w:val="008A3794"/>
    <w:rsid w:val="008F3DA1"/>
    <w:rsid w:val="00933099"/>
    <w:rsid w:val="009532DA"/>
    <w:rsid w:val="009C5306"/>
    <w:rsid w:val="00A05874"/>
    <w:rsid w:val="00A319C7"/>
    <w:rsid w:val="00A61580"/>
    <w:rsid w:val="00A63747"/>
    <w:rsid w:val="00A943BA"/>
    <w:rsid w:val="00B3256E"/>
    <w:rsid w:val="00B468ED"/>
    <w:rsid w:val="00B841DD"/>
    <w:rsid w:val="00BB482B"/>
    <w:rsid w:val="00BE36D3"/>
    <w:rsid w:val="00C023C7"/>
    <w:rsid w:val="00C027D9"/>
    <w:rsid w:val="00C03D5C"/>
    <w:rsid w:val="00C13CD3"/>
    <w:rsid w:val="00C35146"/>
    <w:rsid w:val="00C351FC"/>
    <w:rsid w:val="00C43A21"/>
    <w:rsid w:val="00C60A52"/>
    <w:rsid w:val="00C845FD"/>
    <w:rsid w:val="00C87B92"/>
    <w:rsid w:val="00CD4DFC"/>
    <w:rsid w:val="00D0517C"/>
    <w:rsid w:val="00D1503F"/>
    <w:rsid w:val="00D50AAE"/>
    <w:rsid w:val="00D66333"/>
    <w:rsid w:val="00D67B46"/>
    <w:rsid w:val="00D67C30"/>
    <w:rsid w:val="00D7507B"/>
    <w:rsid w:val="00D87DFE"/>
    <w:rsid w:val="00D94DE9"/>
    <w:rsid w:val="00DA0955"/>
    <w:rsid w:val="00DA2D64"/>
    <w:rsid w:val="00DB0204"/>
    <w:rsid w:val="00DC1046"/>
    <w:rsid w:val="00DE7BE4"/>
    <w:rsid w:val="00E137A1"/>
    <w:rsid w:val="00E518B6"/>
    <w:rsid w:val="00E77538"/>
    <w:rsid w:val="00E83BDA"/>
    <w:rsid w:val="00ED2112"/>
    <w:rsid w:val="00F5198B"/>
    <w:rsid w:val="00FE4891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608DE8-C356-425E-A225-7F4712FE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  <w:style w:type="character" w:styleId="PlaceholderText">
    <w:name w:val="Placeholder Text"/>
    <w:basedOn w:val="DefaultParagraphFont"/>
    <w:rsid w:val="006B08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73F4-6EB3-47DB-90BA-F41C2E49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24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Bielmeier, Sean</cp:lastModifiedBy>
  <cp:revision>4</cp:revision>
  <cp:lastPrinted>2012-10-08T23:09:00Z</cp:lastPrinted>
  <dcterms:created xsi:type="dcterms:W3CDTF">2014-11-04T23:00:00Z</dcterms:created>
  <dcterms:modified xsi:type="dcterms:W3CDTF">2014-11-04T23:27:00Z</dcterms:modified>
</cp:coreProperties>
</file>